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7616FF" w:rsidTr="00BE116B">
        <w:tc>
          <w:tcPr>
            <w:tcW w:w="5778" w:type="dxa"/>
          </w:tcPr>
          <w:p w:rsidR="007616FF" w:rsidRDefault="007616FF" w:rsidP="005F1F0F">
            <w:pPr>
              <w:ind w:firstLine="0"/>
            </w:pPr>
          </w:p>
        </w:tc>
        <w:tc>
          <w:tcPr>
            <w:tcW w:w="4395" w:type="dxa"/>
          </w:tcPr>
          <w:p w:rsidR="007616FF" w:rsidRDefault="007616FF" w:rsidP="005F1F0F">
            <w:pPr>
              <w:ind w:firstLine="0"/>
            </w:pPr>
            <w:r>
              <w:t>Приложение 1</w:t>
            </w:r>
          </w:p>
          <w:p w:rsidR="007616FF" w:rsidRDefault="007616FF" w:rsidP="005F1F0F">
            <w:pPr>
              <w:ind w:firstLine="0"/>
            </w:pPr>
            <w:r>
              <w:t>к приказу Министерства юстиции Мурманской области</w:t>
            </w:r>
          </w:p>
          <w:p w:rsidR="007616FF" w:rsidRDefault="007616FF" w:rsidP="002D3778">
            <w:pPr>
              <w:ind w:firstLine="0"/>
            </w:pPr>
            <w:r>
              <w:t xml:space="preserve">от </w:t>
            </w:r>
            <w:r w:rsidR="002D3778">
              <w:t>13.02.2026</w:t>
            </w:r>
            <w:r>
              <w:t xml:space="preserve"> № </w:t>
            </w:r>
            <w:r w:rsidR="002D3778">
              <w:t>25</w:t>
            </w:r>
            <w:bookmarkStart w:id="0" w:name="_GoBack"/>
            <w:bookmarkEnd w:id="0"/>
          </w:p>
        </w:tc>
      </w:tr>
    </w:tbl>
    <w:p w:rsidR="007616FF" w:rsidRDefault="007616FF" w:rsidP="00504349">
      <w:pPr>
        <w:pStyle w:val="ConsPlusNonformat"/>
        <w:jc w:val="right"/>
        <w:rPr>
          <w:rFonts w:ascii="Times New Roman" w:hAnsi="Times New Roman" w:cs="Times New Roman"/>
          <w:i/>
        </w:rPr>
      </w:pPr>
    </w:p>
    <w:p w:rsidR="00B217DE" w:rsidRDefault="007616FF" w:rsidP="00B217DE">
      <w:pPr>
        <w:pStyle w:val="ConsPlusNonformat"/>
        <w:rPr>
          <w:rFonts w:ascii="Times New Roman" w:hAnsi="Times New Roman" w:cs="Times New Roman"/>
          <w:i/>
        </w:rPr>
      </w:pPr>
      <w:r w:rsidRPr="007616FF">
        <w:rPr>
          <w:rFonts w:ascii="Times New Roman" w:hAnsi="Times New Roman" w:cs="Times New Roman"/>
          <w:i/>
        </w:rPr>
        <w:t>на бланке исполнительного органа</w:t>
      </w:r>
    </w:p>
    <w:p w:rsidR="00D84A1D" w:rsidRDefault="00D84A1D" w:rsidP="00B217DE">
      <w:pPr>
        <w:pStyle w:val="ConsPlusNonforma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</w:t>
      </w:r>
      <w:r w:rsidRPr="00D84A1D">
        <w:rPr>
          <w:rFonts w:ascii="Times New Roman" w:hAnsi="Times New Roman" w:cs="Times New Roman"/>
          <w:i/>
        </w:rPr>
        <w:t>на бланке государственного областного учреждения</w:t>
      </w:r>
      <w:r>
        <w:rPr>
          <w:rFonts w:ascii="Times New Roman" w:hAnsi="Times New Roman" w:cs="Times New Roman"/>
          <w:i/>
        </w:rPr>
        <w:t>)</w:t>
      </w:r>
    </w:p>
    <w:p w:rsidR="00606A71" w:rsidRPr="007616FF" w:rsidRDefault="00606A71" w:rsidP="00B217DE">
      <w:pPr>
        <w:pStyle w:val="ConsPlusNonformat"/>
        <w:rPr>
          <w:rFonts w:ascii="Times New Roman" w:hAnsi="Times New Roman" w:cs="Times New Roman"/>
          <w:i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4"/>
        <w:gridCol w:w="5313"/>
      </w:tblGrid>
      <w:tr w:rsidR="007616FF" w:rsidTr="00606A71">
        <w:tc>
          <w:tcPr>
            <w:tcW w:w="4824" w:type="dxa"/>
          </w:tcPr>
          <w:p w:rsidR="007616FF" w:rsidRDefault="007616FF" w:rsidP="00B217D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13" w:type="dxa"/>
          </w:tcPr>
          <w:p w:rsidR="007616FF" w:rsidRPr="00606A71" w:rsidRDefault="00606A71" w:rsidP="00606A71">
            <w:pPr>
              <w:pStyle w:val="ConsPlusNonforma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A7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616FF" w:rsidRPr="00606A71">
              <w:rPr>
                <w:rFonts w:ascii="Times New Roman" w:hAnsi="Times New Roman" w:cs="Times New Roman"/>
                <w:sz w:val="24"/>
                <w:szCs w:val="24"/>
              </w:rPr>
              <w:t>двокат</w:t>
            </w:r>
            <w:r w:rsidRPr="00606A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16FF" w:rsidRPr="00606A71">
              <w:rPr>
                <w:rFonts w:ascii="Times New Roman" w:hAnsi="Times New Roman" w:cs="Times New Roman"/>
                <w:sz w:val="24"/>
                <w:szCs w:val="24"/>
              </w:rPr>
              <w:t xml:space="preserve"> – участник</w:t>
            </w:r>
            <w:r w:rsidRPr="00606A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616FF" w:rsidRPr="00606A71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системы бесплатной юридической помощи на территории Мурманской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7616FF" w:rsidRDefault="007616FF" w:rsidP="00B217D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2237" w:rsidRDefault="00192237" w:rsidP="00B217D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7DE" w:rsidRDefault="00B217DE" w:rsidP="00B217D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616FF">
        <w:rPr>
          <w:rFonts w:ascii="Times New Roman" w:hAnsi="Times New Roman" w:cs="Times New Roman"/>
          <w:b/>
          <w:sz w:val="24"/>
          <w:szCs w:val="24"/>
        </w:rPr>
        <w:t>НАПРАВЛЕНИЕ</w:t>
      </w:r>
    </w:p>
    <w:p w:rsidR="00B217DE" w:rsidRDefault="00B217DE" w:rsidP="007616F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53DAA">
        <w:rPr>
          <w:rFonts w:ascii="Times New Roman" w:hAnsi="Times New Roman" w:cs="Times New Roman"/>
          <w:sz w:val="24"/>
          <w:szCs w:val="24"/>
        </w:rPr>
        <w:t xml:space="preserve">для </w:t>
      </w:r>
      <w:r w:rsidR="00BE116B">
        <w:rPr>
          <w:rFonts w:ascii="Times New Roman" w:hAnsi="Times New Roman" w:cs="Times New Roman"/>
          <w:sz w:val="24"/>
          <w:szCs w:val="24"/>
        </w:rPr>
        <w:t>оказания</w:t>
      </w:r>
      <w:r w:rsidRPr="00253DAA">
        <w:rPr>
          <w:rFonts w:ascii="Times New Roman" w:hAnsi="Times New Roman" w:cs="Times New Roman"/>
          <w:sz w:val="24"/>
          <w:szCs w:val="24"/>
        </w:rPr>
        <w:t xml:space="preserve"> бесплатной юридической помощи</w:t>
      </w:r>
      <w:r w:rsidR="00061546" w:rsidRPr="00253D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16FF" w:rsidRPr="00253DAA" w:rsidRDefault="007616FF" w:rsidP="007616F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7"/>
      </w:tblGrid>
      <w:tr w:rsidR="00293C90" w:rsidTr="00DA2948">
        <w:tc>
          <w:tcPr>
            <w:tcW w:w="10314" w:type="dxa"/>
          </w:tcPr>
          <w:p w:rsidR="00293C90" w:rsidRDefault="00A6249A" w:rsidP="00CA369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53DAA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650635">
              <w:rPr>
                <w:rFonts w:ascii="Times New Roman" w:hAnsi="Times New Roman" w:cs="Times New Roman"/>
                <w:sz w:val="24"/>
                <w:szCs w:val="24"/>
              </w:rPr>
              <w:t>оказания</w:t>
            </w:r>
            <w:r w:rsidRPr="00253DAA">
              <w:rPr>
                <w:rFonts w:ascii="Times New Roman" w:hAnsi="Times New Roman" w:cs="Times New Roman"/>
                <w:sz w:val="24"/>
                <w:szCs w:val="24"/>
              </w:rPr>
              <w:t xml:space="preserve"> бесплатной юридической помощи в соответствии с </w:t>
            </w:r>
            <w:r w:rsidR="00CA3690">
              <w:rPr>
                <w:rFonts w:ascii="Times New Roman" w:hAnsi="Times New Roman" w:cs="Times New Roman"/>
                <w:sz w:val="24"/>
                <w:szCs w:val="24"/>
              </w:rPr>
              <w:t>Законом Мурманской области от 26.06.2006</w:t>
            </w:r>
            <w:r w:rsidR="008130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3690" w:rsidRPr="00FA7ED0">
              <w:rPr>
                <w:rFonts w:ascii="Times New Roman" w:hAnsi="Times New Roman" w:cs="Times New Roman"/>
                <w:sz w:val="24"/>
                <w:szCs w:val="24"/>
              </w:rPr>
              <w:t>№ 765-01-ЗМО</w:t>
            </w:r>
            <w:r w:rsidR="00CA3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3690" w:rsidRPr="00FA7ED0">
              <w:rPr>
                <w:rFonts w:ascii="Times New Roman" w:hAnsi="Times New Roman" w:cs="Times New Roman"/>
                <w:sz w:val="24"/>
                <w:szCs w:val="24"/>
              </w:rPr>
              <w:t>«О государственной системе бесплатной юридической помощи на территории Мурманской области»</w:t>
            </w:r>
            <w:r w:rsidRPr="00253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684E">
              <w:rPr>
                <w:rFonts w:ascii="Times New Roman" w:hAnsi="Times New Roman" w:cs="Times New Roman"/>
                <w:sz w:val="24"/>
                <w:szCs w:val="24"/>
              </w:rPr>
              <w:t xml:space="preserve">(далее – Закон Мурманской области от 26.06.2006 № 765-01-ЗМО) </w:t>
            </w:r>
            <w:r w:rsidRPr="00253DAA">
              <w:rPr>
                <w:rFonts w:ascii="Times New Roman" w:hAnsi="Times New Roman" w:cs="Times New Roman"/>
                <w:sz w:val="24"/>
                <w:szCs w:val="24"/>
              </w:rPr>
              <w:t xml:space="preserve">направляется гражданин (его </w:t>
            </w:r>
            <w:r w:rsidR="00623A0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253DAA">
              <w:rPr>
                <w:rFonts w:ascii="Times New Roman" w:hAnsi="Times New Roman" w:cs="Times New Roman"/>
                <w:sz w:val="24"/>
                <w:szCs w:val="24"/>
              </w:rPr>
              <w:t>едставитель):</w:t>
            </w:r>
          </w:p>
        </w:tc>
      </w:tr>
      <w:tr w:rsidR="00293C90" w:rsidTr="00DA2948">
        <w:tc>
          <w:tcPr>
            <w:tcW w:w="10314" w:type="dxa"/>
            <w:tcBorders>
              <w:top w:val="single" w:sz="4" w:space="0" w:color="auto"/>
              <w:bottom w:val="single" w:sz="4" w:space="0" w:color="auto"/>
            </w:tcBorders>
          </w:tcPr>
          <w:p w:rsidR="00293C90" w:rsidRDefault="00293C90" w:rsidP="00B217D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49A" w:rsidTr="00DA2948">
        <w:tc>
          <w:tcPr>
            <w:tcW w:w="10314" w:type="dxa"/>
            <w:tcBorders>
              <w:top w:val="single" w:sz="4" w:space="0" w:color="auto"/>
              <w:bottom w:val="single" w:sz="4" w:space="0" w:color="auto"/>
            </w:tcBorders>
          </w:tcPr>
          <w:p w:rsidR="00A6249A" w:rsidRDefault="00A6249A" w:rsidP="00A6249A">
            <w:pPr>
              <w:pStyle w:val="ConsPlusNonforma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3DAA">
              <w:rPr>
                <w:rFonts w:ascii="Times New Roman" w:hAnsi="Times New Roman" w:cs="Times New Roman"/>
                <w:sz w:val="24"/>
                <w:szCs w:val="24"/>
              </w:rPr>
              <w:t>проживающий по адресу:</w:t>
            </w:r>
          </w:p>
        </w:tc>
      </w:tr>
      <w:tr w:rsidR="00A6249A" w:rsidTr="00DA2948">
        <w:tc>
          <w:tcPr>
            <w:tcW w:w="10314" w:type="dxa"/>
            <w:tcBorders>
              <w:top w:val="single" w:sz="4" w:space="0" w:color="auto"/>
              <w:bottom w:val="single" w:sz="4" w:space="0" w:color="auto"/>
            </w:tcBorders>
          </w:tcPr>
          <w:p w:rsidR="00A6249A" w:rsidRPr="00253DAA" w:rsidRDefault="00A6249A" w:rsidP="00A6249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49A" w:rsidTr="00DA2948">
        <w:tc>
          <w:tcPr>
            <w:tcW w:w="10314" w:type="dxa"/>
            <w:tcBorders>
              <w:top w:val="single" w:sz="4" w:space="0" w:color="auto"/>
              <w:bottom w:val="single" w:sz="4" w:space="0" w:color="auto"/>
            </w:tcBorders>
          </w:tcPr>
          <w:p w:rsidR="00A6249A" w:rsidRPr="00253DAA" w:rsidRDefault="00A6249A" w:rsidP="00CA3690">
            <w:pPr>
              <w:pStyle w:val="ConsPlusNonforma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3690">
              <w:rPr>
                <w:rFonts w:ascii="Times New Roman" w:hAnsi="Times New Roman" w:cs="Times New Roman"/>
                <w:sz w:val="24"/>
                <w:szCs w:val="24"/>
              </w:rPr>
              <w:t>Гражданин является</w:t>
            </w:r>
            <w:r w:rsidRPr="00253D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A6249A" w:rsidTr="00DA2948">
        <w:tc>
          <w:tcPr>
            <w:tcW w:w="10314" w:type="dxa"/>
            <w:tcBorders>
              <w:top w:val="single" w:sz="4" w:space="0" w:color="auto"/>
              <w:bottom w:val="single" w:sz="4" w:space="0" w:color="auto"/>
            </w:tcBorders>
          </w:tcPr>
          <w:p w:rsidR="00A6249A" w:rsidRPr="00253DAA" w:rsidRDefault="00925539" w:rsidP="00925539">
            <w:pPr>
              <w:pStyle w:val="ConsPlusNonformat"/>
              <w:ind w:left="2124"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</w:t>
            </w:r>
            <w:r w:rsidR="00A6249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="00A6249A" w:rsidRPr="00925539">
              <w:rPr>
                <w:rFonts w:ascii="Times New Roman" w:hAnsi="Times New Roman" w:cs="Times New Roman"/>
                <w:i/>
              </w:rPr>
              <w:t xml:space="preserve">(указать, к какой из категорий граждан, имеющих право на получение </w:t>
            </w:r>
          </w:p>
        </w:tc>
      </w:tr>
      <w:tr w:rsidR="00A6249A" w:rsidTr="00DA2948">
        <w:tc>
          <w:tcPr>
            <w:tcW w:w="10314" w:type="dxa"/>
            <w:tcBorders>
              <w:top w:val="single" w:sz="4" w:space="0" w:color="auto"/>
              <w:bottom w:val="single" w:sz="4" w:space="0" w:color="auto"/>
            </w:tcBorders>
          </w:tcPr>
          <w:p w:rsidR="00A6249A" w:rsidRPr="00925539" w:rsidRDefault="00925539" w:rsidP="00925539">
            <w:pPr>
              <w:pStyle w:val="ConsPlusNonformat"/>
              <w:ind w:left="2124" w:firstLine="708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б</w:t>
            </w:r>
            <w:r w:rsidRPr="00925539">
              <w:rPr>
                <w:rFonts w:ascii="Times New Roman" w:hAnsi="Times New Roman" w:cs="Times New Roman"/>
                <w:i/>
              </w:rPr>
              <w:t>есплатной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A6249A" w:rsidRPr="00925539">
              <w:rPr>
                <w:rFonts w:ascii="Times New Roman" w:hAnsi="Times New Roman" w:cs="Times New Roman"/>
                <w:i/>
              </w:rPr>
              <w:t>юридической помощи, относится заявитель)</w:t>
            </w:r>
          </w:p>
          <w:p w:rsidR="00A6249A" w:rsidRPr="00A6249A" w:rsidRDefault="00A6249A" w:rsidP="00A6249A">
            <w:pPr>
              <w:pStyle w:val="ConsPlusNonformat"/>
              <w:ind w:left="2124" w:firstLine="7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6249A" w:rsidTr="00DA2948">
        <w:tc>
          <w:tcPr>
            <w:tcW w:w="10314" w:type="dxa"/>
            <w:tcBorders>
              <w:top w:val="single" w:sz="4" w:space="0" w:color="auto"/>
              <w:bottom w:val="single" w:sz="4" w:space="0" w:color="auto"/>
            </w:tcBorders>
          </w:tcPr>
          <w:p w:rsidR="00A6249A" w:rsidRPr="00A6249A" w:rsidRDefault="00925539" w:rsidP="00925539">
            <w:pPr>
              <w:pStyle w:val="ConsPlusNonformat"/>
              <w:ind w:firstLine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3DAA">
              <w:rPr>
                <w:rFonts w:ascii="Times New Roman" w:hAnsi="Times New Roman" w:cs="Times New Roman"/>
                <w:sz w:val="24"/>
                <w:szCs w:val="24"/>
              </w:rPr>
              <w:t>и нуждается в оказании бесплатной юридической помощи по вопросу:</w:t>
            </w:r>
          </w:p>
        </w:tc>
      </w:tr>
      <w:tr w:rsidR="00925539" w:rsidTr="00DA2948">
        <w:tc>
          <w:tcPr>
            <w:tcW w:w="10314" w:type="dxa"/>
            <w:tcBorders>
              <w:top w:val="single" w:sz="4" w:space="0" w:color="auto"/>
              <w:bottom w:val="single" w:sz="4" w:space="0" w:color="auto"/>
            </w:tcBorders>
          </w:tcPr>
          <w:p w:rsidR="00925539" w:rsidRPr="00253DAA" w:rsidRDefault="00925539" w:rsidP="0092553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539" w:rsidTr="00DA2948">
        <w:tc>
          <w:tcPr>
            <w:tcW w:w="10314" w:type="dxa"/>
            <w:tcBorders>
              <w:top w:val="single" w:sz="4" w:space="0" w:color="auto"/>
              <w:bottom w:val="single" w:sz="4" w:space="0" w:color="auto"/>
            </w:tcBorders>
          </w:tcPr>
          <w:p w:rsidR="00925539" w:rsidRPr="00925539" w:rsidRDefault="00925539" w:rsidP="0092553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925539">
              <w:rPr>
                <w:rFonts w:ascii="Times New Roman" w:hAnsi="Times New Roman" w:cs="Times New Roman"/>
                <w:i/>
              </w:rPr>
              <w:t xml:space="preserve">(заполняется в соответствии с перечнем вопросов, </w:t>
            </w:r>
            <w:r w:rsidRPr="00CA3690">
              <w:rPr>
                <w:rFonts w:ascii="Times New Roman" w:hAnsi="Times New Roman" w:cs="Times New Roman"/>
                <w:i/>
              </w:rPr>
              <w:t>установленны</w:t>
            </w:r>
            <w:r w:rsidR="00CA3690" w:rsidRPr="00CA3690">
              <w:rPr>
                <w:rFonts w:ascii="Times New Roman" w:hAnsi="Times New Roman" w:cs="Times New Roman"/>
                <w:i/>
              </w:rPr>
              <w:t>м</w:t>
            </w:r>
            <w:r w:rsidRPr="00CA3690">
              <w:rPr>
                <w:rFonts w:ascii="Times New Roman" w:hAnsi="Times New Roman" w:cs="Times New Roman"/>
                <w:i/>
              </w:rPr>
              <w:t xml:space="preserve"> пункт</w:t>
            </w:r>
            <w:r w:rsidR="00CA3690" w:rsidRPr="00CA3690">
              <w:rPr>
                <w:rFonts w:ascii="Times New Roman" w:hAnsi="Times New Roman" w:cs="Times New Roman"/>
                <w:i/>
              </w:rPr>
              <w:t>а</w:t>
            </w:r>
            <w:r w:rsidR="00AB1EC9" w:rsidRPr="00CA3690">
              <w:rPr>
                <w:rFonts w:ascii="Times New Roman" w:hAnsi="Times New Roman" w:cs="Times New Roman"/>
                <w:i/>
              </w:rPr>
              <w:t>м</w:t>
            </w:r>
            <w:r w:rsidR="00CA3690" w:rsidRPr="00CA3690">
              <w:rPr>
                <w:rFonts w:ascii="Times New Roman" w:hAnsi="Times New Roman" w:cs="Times New Roman"/>
                <w:i/>
              </w:rPr>
              <w:t>и</w:t>
            </w:r>
            <w:r w:rsidRPr="00CA3690">
              <w:rPr>
                <w:rFonts w:ascii="Times New Roman" w:hAnsi="Times New Roman" w:cs="Times New Roman"/>
                <w:i/>
              </w:rPr>
              <w:t xml:space="preserve"> 2 </w:t>
            </w:r>
            <w:r w:rsidR="00CA3690" w:rsidRPr="00CA3690">
              <w:rPr>
                <w:rFonts w:ascii="Times New Roman" w:hAnsi="Times New Roman" w:cs="Times New Roman"/>
                <w:i/>
              </w:rPr>
              <w:t xml:space="preserve">и 3 </w:t>
            </w:r>
            <w:r w:rsidR="00AB1EC9" w:rsidRPr="00CA3690">
              <w:rPr>
                <w:rFonts w:ascii="Times New Roman" w:hAnsi="Times New Roman" w:cs="Times New Roman"/>
                <w:i/>
              </w:rPr>
              <w:t xml:space="preserve">статьи </w:t>
            </w:r>
            <w:r w:rsidRPr="00CA3690">
              <w:rPr>
                <w:rFonts w:ascii="Times New Roman" w:hAnsi="Times New Roman" w:cs="Times New Roman"/>
                <w:i/>
              </w:rPr>
              <w:t>10.3</w:t>
            </w:r>
          </w:p>
          <w:p w:rsidR="00925539" w:rsidRPr="00925539" w:rsidRDefault="00925539" w:rsidP="0092553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5539" w:rsidTr="00DA2948">
        <w:tc>
          <w:tcPr>
            <w:tcW w:w="10314" w:type="dxa"/>
            <w:tcBorders>
              <w:top w:val="single" w:sz="4" w:space="0" w:color="auto"/>
              <w:bottom w:val="single" w:sz="4" w:space="0" w:color="auto"/>
            </w:tcBorders>
          </w:tcPr>
          <w:p w:rsidR="00925539" w:rsidRPr="00925539" w:rsidRDefault="005D6EA8" w:rsidP="0092553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925539" w:rsidRPr="00925539">
                <w:rPr>
                  <w:rFonts w:ascii="Times New Roman" w:hAnsi="Times New Roman" w:cs="Times New Roman"/>
                  <w:i/>
                </w:rPr>
                <w:t>Закона</w:t>
              </w:r>
            </w:hyperlink>
            <w:r w:rsidR="00925539" w:rsidRPr="00925539">
              <w:rPr>
                <w:rFonts w:ascii="Times New Roman" w:hAnsi="Times New Roman" w:cs="Times New Roman"/>
                <w:i/>
              </w:rPr>
              <w:t xml:space="preserve"> Мурманской области от 26.06.2006 № 765-01-ЗМО)</w:t>
            </w:r>
          </w:p>
          <w:p w:rsidR="00925539" w:rsidRPr="00925539" w:rsidRDefault="00925539" w:rsidP="0092553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:rsidR="00925539" w:rsidRDefault="00925539" w:rsidP="004B72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3A0B" w:rsidRDefault="00623A0B" w:rsidP="004B72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623A0B" w:rsidRPr="00FA7ED0" w:rsidRDefault="00623A0B" w:rsidP="00623A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7ED0">
        <w:rPr>
          <w:rFonts w:ascii="Times New Roman" w:hAnsi="Times New Roman" w:cs="Times New Roman"/>
          <w:sz w:val="24"/>
          <w:szCs w:val="24"/>
        </w:rPr>
        <w:t>1. Копия паспорта или иного документа, удостоверяющего личность гражданина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3A0B" w:rsidRPr="00FA7ED0" w:rsidRDefault="00623A0B" w:rsidP="00623A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A7ED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A7ED0">
        <w:rPr>
          <w:rFonts w:ascii="Times New Roman" w:hAnsi="Times New Roman" w:cs="Times New Roman"/>
          <w:sz w:val="24"/>
          <w:szCs w:val="24"/>
        </w:rPr>
        <w:t xml:space="preserve">Копия документа, подтверждающего отнесение гражданина к одной из категорий, предусмотренных </w:t>
      </w:r>
      <w:r w:rsidR="00D84A1D">
        <w:rPr>
          <w:rFonts w:ascii="Times New Roman" w:hAnsi="Times New Roman" w:cs="Times New Roman"/>
          <w:sz w:val="24"/>
          <w:szCs w:val="24"/>
        </w:rPr>
        <w:t xml:space="preserve">пунктом 1 </w:t>
      </w:r>
      <w:hyperlink r:id="rId7" w:tooltip="Закон Мурманской области от 26.06.2006 N 765-01-ЗМО (ред. от 09.04.2015) &quot;О государственной системе бесплатной юридической помощи на территории Мурманской области&quot; (принят Мурманской областной Думой 08.06.2006){КонсультантПлюс}" w:history="1">
        <w:r w:rsidRPr="00FA7ED0">
          <w:rPr>
            <w:rFonts w:ascii="Times New Roman" w:hAnsi="Times New Roman" w:cs="Times New Roman"/>
            <w:sz w:val="24"/>
            <w:szCs w:val="24"/>
          </w:rPr>
          <w:t>стать</w:t>
        </w:r>
        <w:r w:rsidR="00D84A1D">
          <w:rPr>
            <w:rFonts w:ascii="Times New Roman" w:hAnsi="Times New Roman" w:cs="Times New Roman"/>
            <w:sz w:val="24"/>
            <w:szCs w:val="24"/>
          </w:rPr>
          <w:t>и</w:t>
        </w:r>
        <w:r w:rsidRPr="00FA7ED0">
          <w:rPr>
            <w:rFonts w:ascii="Times New Roman" w:hAnsi="Times New Roman" w:cs="Times New Roman"/>
            <w:sz w:val="24"/>
            <w:szCs w:val="24"/>
          </w:rPr>
          <w:t xml:space="preserve"> 10.3</w:t>
        </w:r>
      </w:hyperlink>
      <w:r w:rsidRPr="00FA7ED0">
        <w:rPr>
          <w:rFonts w:ascii="Times New Roman" w:hAnsi="Times New Roman" w:cs="Times New Roman"/>
          <w:sz w:val="24"/>
          <w:szCs w:val="24"/>
        </w:rPr>
        <w:t xml:space="preserve"> Закона Мурманской  области от 26.06.2006 </w:t>
      </w:r>
      <w:r w:rsidR="00DA2948">
        <w:rPr>
          <w:rFonts w:ascii="Times New Roman" w:hAnsi="Times New Roman" w:cs="Times New Roman"/>
          <w:sz w:val="24"/>
          <w:szCs w:val="24"/>
        </w:rPr>
        <w:br/>
      </w:r>
      <w:r w:rsidRPr="00FA7ED0">
        <w:rPr>
          <w:rFonts w:ascii="Times New Roman" w:hAnsi="Times New Roman" w:cs="Times New Roman"/>
          <w:sz w:val="24"/>
          <w:szCs w:val="24"/>
        </w:rPr>
        <w:t>№ 765-01-ЗМО.</w:t>
      </w:r>
    </w:p>
    <w:p w:rsidR="00302218" w:rsidRPr="00253DAA" w:rsidRDefault="00623A0B" w:rsidP="00426C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Копия документа, подтверждающего полномочия представителя (в случае обращения через представителя</w:t>
      </w:r>
      <w:r w:rsidR="00302C9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2218" w:rsidRDefault="00302218" w:rsidP="00426C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3A0B" w:rsidRDefault="00623A0B" w:rsidP="00426C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E116B" w:rsidRDefault="00BE116B" w:rsidP="00426C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2"/>
        <w:gridCol w:w="282"/>
        <w:gridCol w:w="2905"/>
        <w:gridCol w:w="236"/>
        <w:gridCol w:w="3662"/>
      </w:tblGrid>
      <w:tr w:rsidR="00562B27" w:rsidTr="00DA2948">
        <w:tc>
          <w:tcPr>
            <w:tcW w:w="3085" w:type="dxa"/>
          </w:tcPr>
          <w:p w:rsidR="00562B27" w:rsidRDefault="00562B27" w:rsidP="00723995">
            <w:pPr>
              <w:pStyle w:val="ConsPlusNonforma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исполнительного органа Мурманской области</w:t>
            </w:r>
          </w:p>
          <w:p w:rsidR="00D84A1D" w:rsidRDefault="00D84A1D" w:rsidP="00723995">
            <w:pPr>
              <w:pStyle w:val="ConsPlusNonformat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(Руководитель  учреждения)</w:t>
            </w:r>
          </w:p>
        </w:tc>
        <w:tc>
          <w:tcPr>
            <w:tcW w:w="284" w:type="dxa"/>
          </w:tcPr>
          <w:p w:rsidR="00562B27" w:rsidRDefault="00562B27" w:rsidP="007239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bottom w:val="single" w:sz="4" w:space="0" w:color="auto"/>
            </w:tcBorders>
          </w:tcPr>
          <w:p w:rsidR="00562B27" w:rsidRDefault="00562B27" w:rsidP="007239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562B27" w:rsidRDefault="00562B27" w:rsidP="007239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6" w:type="dxa"/>
            <w:tcBorders>
              <w:bottom w:val="single" w:sz="4" w:space="0" w:color="auto"/>
            </w:tcBorders>
          </w:tcPr>
          <w:p w:rsidR="00562B27" w:rsidRDefault="00562B27" w:rsidP="007239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B27" w:rsidTr="00DA2948">
        <w:tc>
          <w:tcPr>
            <w:tcW w:w="3085" w:type="dxa"/>
          </w:tcPr>
          <w:p w:rsidR="00562B27" w:rsidRDefault="00562B27" w:rsidP="007239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62B27" w:rsidRDefault="00562B27" w:rsidP="007239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single" w:sz="4" w:space="0" w:color="auto"/>
            </w:tcBorders>
          </w:tcPr>
          <w:p w:rsidR="00562B27" w:rsidRDefault="00562B27" w:rsidP="00723995">
            <w:pPr>
              <w:pStyle w:val="ConsPlusNonformat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8F5">
              <w:rPr>
                <w:rFonts w:ascii="Times New Roman" w:hAnsi="Times New Roman" w:cs="Times New Roman"/>
                <w:i/>
              </w:rPr>
              <w:t>(подпись)</w:t>
            </w:r>
          </w:p>
        </w:tc>
        <w:tc>
          <w:tcPr>
            <w:tcW w:w="236" w:type="dxa"/>
          </w:tcPr>
          <w:p w:rsidR="00562B27" w:rsidRDefault="00562B27" w:rsidP="0072399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</w:tcBorders>
          </w:tcPr>
          <w:p w:rsidR="00562B27" w:rsidRDefault="00562B27" w:rsidP="00723995">
            <w:pPr>
              <w:pStyle w:val="ConsPlusNonforma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2A4">
              <w:rPr>
                <w:rFonts w:ascii="Times New Roman" w:hAnsi="Times New Roman" w:cs="Times New Roman"/>
                <w:i/>
              </w:rPr>
              <w:t>(Ф.И.О.)</w:t>
            </w:r>
          </w:p>
        </w:tc>
      </w:tr>
    </w:tbl>
    <w:p w:rsidR="00606A71" w:rsidRDefault="00606A71" w:rsidP="006D0F5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06A71" w:rsidRDefault="00606A71" w:rsidP="00606A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606A71">
        <w:rPr>
          <w:rFonts w:ascii="Times New Roman" w:hAnsi="Times New Roman" w:cs="Times New Roman"/>
        </w:rPr>
        <w:t>П</w:t>
      </w:r>
      <w:r w:rsidR="00813BCC">
        <w:rPr>
          <w:rFonts w:ascii="Times New Roman" w:hAnsi="Times New Roman" w:cs="Times New Roman"/>
        </w:rPr>
        <w:t>ри необходимости п</w:t>
      </w:r>
      <w:r w:rsidRPr="00606A71">
        <w:rPr>
          <w:rFonts w:ascii="Times New Roman" w:hAnsi="Times New Roman" w:cs="Times New Roman"/>
        </w:rPr>
        <w:t xml:space="preserve">о согласованию с гражданином могут быть указаны данные конкретного </w:t>
      </w:r>
      <w:r w:rsidR="00813BCC">
        <w:rPr>
          <w:rFonts w:ascii="Times New Roman" w:hAnsi="Times New Roman" w:cs="Times New Roman"/>
        </w:rPr>
        <w:br/>
      </w:r>
      <w:r w:rsidRPr="00606A71">
        <w:rPr>
          <w:rFonts w:ascii="Times New Roman" w:hAnsi="Times New Roman" w:cs="Times New Roman"/>
        </w:rPr>
        <w:t>адвоката – участника государственной системы бесплатной юридической помощи на территории Мурманской области</w:t>
      </w:r>
    </w:p>
    <w:p w:rsidR="00426CA6" w:rsidRDefault="006D0F57" w:rsidP="006D0F5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sectPr w:rsidR="00426CA6" w:rsidSect="00B6697A">
      <w:pgSz w:w="11906" w:h="16838"/>
      <w:pgMar w:top="340" w:right="851" w:bottom="28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EA8" w:rsidRDefault="005D6EA8" w:rsidP="00504349">
      <w:pPr>
        <w:spacing w:after="0" w:line="240" w:lineRule="auto"/>
      </w:pPr>
      <w:r>
        <w:separator/>
      </w:r>
    </w:p>
  </w:endnote>
  <w:endnote w:type="continuationSeparator" w:id="0">
    <w:p w:rsidR="005D6EA8" w:rsidRDefault="005D6EA8" w:rsidP="00504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EA8" w:rsidRDefault="005D6EA8" w:rsidP="00504349">
      <w:pPr>
        <w:spacing w:after="0" w:line="240" w:lineRule="auto"/>
      </w:pPr>
      <w:r>
        <w:separator/>
      </w:r>
    </w:p>
  </w:footnote>
  <w:footnote w:type="continuationSeparator" w:id="0">
    <w:p w:rsidR="005D6EA8" w:rsidRDefault="005D6EA8" w:rsidP="005043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9E9"/>
    <w:rsid w:val="00017B59"/>
    <w:rsid w:val="00026508"/>
    <w:rsid w:val="00045107"/>
    <w:rsid w:val="0005506D"/>
    <w:rsid w:val="00061546"/>
    <w:rsid w:val="00090730"/>
    <w:rsid w:val="000E2A23"/>
    <w:rsid w:val="000E33FC"/>
    <w:rsid w:val="001118D7"/>
    <w:rsid w:val="00150314"/>
    <w:rsid w:val="00192237"/>
    <w:rsid w:val="001A19D6"/>
    <w:rsid w:val="00204B19"/>
    <w:rsid w:val="00204CD3"/>
    <w:rsid w:val="00251718"/>
    <w:rsid w:val="00253DAA"/>
    <w:rsid w:val="00293C90"/>
    <w:rsid w:val="002A7DCD"/>
    <w:rsid w:val="002B75FD"/>
    <w:rsid w:val="002C2A7C"/>
    <w:rsid w:val="002C5D0F"/>
    <w:rsid w:val="002D3778"/>
    <w:rsid w:val="002D5782"/>
    <w:rsid w:val="002F3043"/>
    <w:rsid w:val="00302218"/>
    <w:rsid w:val="00302C9B"/>
    <w:rsid w:val="003472A5"/>
    <w:rsid w:val="00362FC7"/>
    <w:rsid w:val="00387165"/>
    <w:rsid w:val="003A4704"/>
    <w:rsid w:val="003C0F05"/>
    <w:rsid w:val="00426CA6"/>
    <w:rsid w:val="0044590F"/>
    <w:rsid w:val="0048034C"/>
    <w:rsid w:val="004B72C7"/>
    <w:rsid w:val="004C6101"/>
    <w:rsid w:val="004C684E"/>
    <w:rsid w:val="00504349"/>
    <w:rsid w:val="0055711B"/>
    <w:rsid w:val="00562B27"/>
    <w:rsid w:val="00583118"/>
    <w:rsid w:val="005D03AD"/>
    <w:rsid w:val="005D6EA8"/>
    <w:rsid w:val="006046AC"/>
    <w:rsid w:val="00606A71"/>
    <w:rsid w:val="00623A0B"/>
    <w:rsid w:val="00650635"/>
    <w:rsid w:val="0065444B"/>
    <w:rsid w:val="00660598"/>
    <w:rsid w:val="00660822"/>
    <w:rsid w:val="006A066A"/>
    <w:rsid w:val="006A7395"/>
    <w:rsid w:val="006D0F57"/>
    <w:rsid w:val="0071777C"/>
    <w:rsid w:val="00737858"/>
    <w:rsid w:val="007616FF"/>
    <w:rsid w:val="00766032"/>
    <w:rsid w:val="00813049"/>
    <w:rsid w:val="00813BCC"/>
    <w:rsid w:val="00820FDB"/>
    <w:rsid w:val="00837281"/>
    <w:rsid w:val="00863E2F"/>
    <w:rsid w:val="008C1267"/>
    <w:rsid w:val="008D6B82"/>
    <w:rsid w:val="00905745"/>
    <w:rsid w:val="00925539"/>
    <w:rsid w:val="009660E5"/>
    <w:rsid w:val="009A5EE7"/>
    <w:rsid w:val="00A02E90"/>
    <w:rsid w:val="00A47116"/>
    <w:rsid w:val="00A6249A"/>
    <w:rsid w:val="00A93688"/>
    <w:rsid w:val="00AA3CF8"/>
    <w:rsid w:val="00AA4CF0"/>
    <w:rsid w:val="00AA7306"/>
    <w:rsid w:val="00AB1EC9"/>
    <w:rsid w:val="00AF2B42"/>
    <w:rsid w:val="00B217DE"/>
    <w:rsid w:val="00B6697A"/>
    <w:rsid w:val="00B73CEA"/>
    <w:rsid w:val="00B87794"/>
    <w:rsid w:val="00BB5DF3"/>
    <w:rsid w:val="00BE116B"/>
    <w:rsid w:val="00BE2D4A"/>
    <w:rsid w:val="00C24768"/>
    <w:rsid w:val="00C52C30"/>
    <w:rsid w:val="00C666B9"/>
    <w:rsid w:val="00C94B03"/>
    <w:rsid w:val="00C959B5"/>
    <w:rsid w:val="00CA3690"/>
    <w:rsid w:val="00CA39C8"/>
    <w:rsid w:val="00CB48E1"/>
    <w:rsid w:val="00CC5858"/>
    <w:rsid w:val="00D11E4F"/>
    <w:rsid w:val="00D169E9"/>
    <w:rsid w:val="00D3680A"/>
    <w:rsid w:val="00D37134"/>
    <w:rsid w:val="00D47DB5"/>
    <w:rsid w:val="00D627AD"/>
    <w:rsid w:val="00D746B0"/>
    <w:rsid w:val="00D84A1D"/>
    <w:rsid w:val="00D857C5"/>
    <w:rsid w:val="00D94885"/>
    <w:rsid w:val="00D94DD8"/>
    <w:rsid w:val="00DA2948"/>
    <w:rsid w:val="00E01764"/>
    <w:rsid w:val="00E313C3"/>
    <w:rsid w:val="00EB23BC"/>
    <w:rsid w:val="00F161E1"/>
    <w:rsid w:val="00F9168E"/>
    <w:rsid w:val="00FA330D"/>
    <w:rsid w:val="00FB6552"/>
    <w:rsid w:val="00FB6DCA"/>
    <w:rsid w:val="00FD1571"/>
    <w:rsid w:val="00FF28F9"/>
    <w:rsid w:val="00FF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A1F347-C0C4-45BA-8225-23C7012A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17D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217D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Plain Text"/>
    <w:basedOn w:val="a"/>
    <w:link w:val="a4"/>
    <w:rsid w:val="0030221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302218"/>
    <w:rPr>
      <w:rFonts w:ascii="Courier New" w:eastAsia="Times New Roman" w:hAnsi="Courier New" w:cs="Times New Roman"/>
      <w:sz w:val="20"/>
      <w:szCs w:val="20"/>
    </w:rPr>
  </w:style>
  <w:style w:type="table" w:styleId="a5">
    <w:name w:val="Table Grid"/>
    <w:basedOn w:val="a1"/>
    <w:uiPriority w:val="59"/>
    <w:rsid w:val="007616FF"/>
    <w:pPr>
      <w:spacing w:after="0" w:line="240" w:lineRule="auto"/>
      <w:ind w:firstLine="709"/>
      <w:jc w:val="both"/>
    </w:pPr>
    <w:rPr>
      <w:rFonts w:ascii="Times New Roman" w:eastAsiaTheme="minorHAnsi" w:hAnsi="Times New Roman" w:cs="Times New Roman"/>
      <w:sz w:val="28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semiHidden/>
    <w:unhideWhenUsed/>
    <w:rsid w:val="00504349"/>
    <w:rPr>
      <w:vertAlign w:val="superscript"/>
    </w:rPr>
  </w:style>
  <w:style w:type="paragraph" w:styleId="a7">
    <w:name w:val="Normal (Web)"/>
    <w:basedOn w:val="a"/>
    <w:uiPriority w:val="99"/>
    <w:unhideWhenUsed/>
    <w:rsid w:val="00504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310B0BC95B51B15E5F210482D5E8092712FFC8400EA49BAF72B59056F97F2D7374DF6A9AB904FF8EA58BDnDZ0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40DD647311FEEC165ABB9BB4E356CBEC7C5B47277A84D3CB53B678D4473830FF46FF466E6FCAF3EF037D1x1QFI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pol\Desktop\&#1060;&#1054;&#1056;&#1052;&#1067;%20&#1044;&#1054;&#1050;.%20&#1041;&#1070;&#1055;\&#1085;&#1086;&#1074;&#1086;&#1077;\&#1087;&#1088;&#1080;&#1083;&#1086;&#1078;&#1077;&#1085;&#1080;&#1077;%201%20(3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1 (3)</Template>
  <TotalTime>0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</dc:creator>
  <cp:lastModifiedBy>Клюквина Л.В.</cp:lastModifiedBy>
  <cp:revision>2</cp:revision>
  <cp:lastPrinted>2026-02-05T08:42:00Z</cp:lastPrinted>
  <dcterms:created xsi:type="dcterms:W3CDTF">2026-02-13T11:28:00Z</dcterms:created>
  <dcterms:modified xsi:type="dcterms:W3CDTF">2026-02-13T11:28:00Z</dcterms:modified>
</cp:coreProperties>
</file>